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D1968" w14:textId="77777777" w:rsidR="000B489C" w:rsidRPr="004B4E83" w:rsidRDefault="003E0BEB" w:rsidP="00F4283D">
      <w:pPr>
        <w:rPr>
          <w:rFonts w:ascii="Calibri" w:hAnsi="Calibri"/>
        </w:rPr>
      </w:pPr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14:paraId="0754A8D0" w14:textId="77777777" w:rsidR="003E0BEB" w:rsidRPr="004B4E83" w:rsidRDefault="003E0BEB" w:rsidP="00F4283D">
      <w:pPr>
        <w:rPr>
          <w:rFonts w:ascii="Calibri" w:hAnsi="Calibri"/>
        </w:rPr>
      </w:pPr>
    </w:p>
    <w:p w14:paraId="55DCFB1E" w14:textId="77777777" w:rsidR="003E0BEB" w:rsidRDefault="00F4283D" w:rsidP="00F4283D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Safety Rule Poster Project</w:t>
      </w:r>
    </w:p>
    <w:p w14:paraId="199A99A6" w14:textId="77777777" w:rsidR="00E53046" w:rsidRDefault="00E53046" w:rsidP="00F4283D">
      <w:pPr>
        <w:rPr>
          <w:rFonts w:ascii="Calibri" w:hAnsi="Calibri"/>
        </w:rPr>
      </w:pPr>
    </w:p>
    <w:p w14:paraId="711F8522" w14:textId="77777777" w:rsidR="00F4283D" w:rsidRDefault="00F4283D" w:rsidP="00F4283D">
      <w:pPr>
        <w:spacing w:line="360" w:lineRule="auto"/>
        <w:rPr>
          <w:rFonts w:ascii="Calibri" w:hAnsi="Calibri"/>
        </w:rPr>
      </w:pPr>
      <w:r w:rsidRPr="00F4283D">
        <w:rPr>
          <w:rFonts w:ascii="Calibri" w:hAnsi="Calibri"/>
          <w:b/>
          <w:i/>
        </w:rPr>
        <w:t>Directions</w:t>
      </w:r>
      <w:r>
        <w:rPr>
          <w:rFonts w:ascii="Calibri" w:hAnsi="Calibri"/>
        </w:rPr>
        <w:t>:</w:t>
      </w:r>
    </w:p>
    <w:p w14:paraId="61436AC0" w14:textId="77777777" w:rsidR="00F4283D" w:rsidRDefault="00F4283D" w:rsidP="00F4283D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Choose your safety rule.</w:t>
      </w:r>
    </w:p>
    <w:p w14:paraId="72633C43" w14:textId="77777777" w:rsidR="00F4283D" w:rsidRDefault="00F4283D" w:rsidP="00F4283D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Write the number and rule below.</w:t>
      </w:r>
    </w:p>
    <w:p w14:paraId="320AA8A9" w14:textId="1C08073B" w:rsidR="00F4283D" w:rsidRDefault="00F4283D" w:rsidP="009D232E">
      <w:pPr>
        <w:spacing w:line="360" w:lineRule="auto"/>
        <w:ind w:left="1440"/>
        <w:rPr>
          <w:rFonts w:ascii="Calibri" w:hAnsi="Calibri"/>
        </w:rPr>
      </w:pPr>
      <w:r>
        <w:rPr>
          <w:rFonts w:ascii="Calibri" w:hAnsi="Calibri"/>
        </w:rPr>
        <w:t>Number: ___________</w:t>
      </w:r>
      <w:r w:rsidR="009D232E">
        <w:rPr>
          <w:rFonts w:ascii="Calibri" w:hAnsi="Calibri"/>
        </w:rPr>
        <w:t xml:space="preserve"> Rule: ________</w:t>
      </w:r>
      <w:r>
        <w:rPr>
          <w:rFonts w:ascii="Calibri" w:hAnsi="Calibri"/>
        </w:rPr>
        <w:t>_</w:t>
      </w:r>
      <w:r w:rsidR="009D232E">
        <w:rPr>
          <w:rFonts w:ascii="Calibri" w:hAnsi="Calibri"/>
        </w:rPr>
        <w:t>__</w:t>
      </w:r>
      <w:r>
        <w:rPr>
          <w:rFonts w:ascii="Calibri" w:hAnsi="Calibri"/>
        </w:rPr>
        <w:t>_______________________________</w:t>
      </w:r>
    </w:p>
    <w:p w14:paraId="5DF52379" w14:textId="77777777" w:rsidR="00F4283D" w:rsidRDefault="00F4283D" w:rsidP="00F4283D">
      <w:pPr>
        <w:spacing w:line="360" w:lineRule="auto"/>
        <w:ind w:left="1440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</w:t>
      </w:r>
    </w:p>
    <w:p w14:paraId="205ECF1F" w14:textId="77777777" w:rsidR="00F4283D" w:rsidRDefault="00F4283D" w:rsidP="00F4283D">
      <w:pPr>
        <w:spacing w:line="360" w:lineRule="auto"/>
        <w:ind w:left="1440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</w:t>
      </w:r>
    </w:p>
    <w:p w14:paraId="703C9CE5" w14:textId="77777777" w:rsidR="00F4283D" w:rsidRDefault="00F4283D" w:rsidP="00F4283D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Create an 8.5 x 11 poster that represents your safety rule. Your poster should contain all of the following elements. Check off the requirements as you complete them.</w:t>
      </w:r>
    </w:p>
    <w:p w14:paraId="605BE5B7" w14:textId="77777777" w:rsidR="00F4283D" w:rsidRDefault="00F4283D" w:rsidP="00F4283D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8.5 x 11 piece of printer paper (either white or color- it doesn’t matter)</w:t>
      </w:r>
    </w:p>
    <w:p w14:paraId="4088864E" w14:textId="77777777" w:rsidR="00A00979" w:rsidRDefault="00A00979" w:rsidP="00F4283D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You may draw your poster OR make it on your computer (PowerPoint or another program- both worth the same grade).</w:t>
      </w:r>
    </w:p>
    <w:p w14:paraId="50953C98" w14:textId="00575855" w:rsidR="00F4283D" w:rsidRDefault="009D232E" w:rsidP="00F4283D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9D232E">
        <w:rPr>
          <w:rFonts w:ascii="Calibri" w:hAnsi="Calibri"/>
          <w:i/>
        </w:rPr>
        <w:t>1 point</w:t>
      </w:r>
      <w:r>
        <w:rPr>
          <w:rFonts w:ascii="Calibri" w:hAnsi="Calibri"/>
        </w:rPr>
        <w:t xml:space="preserve">: </w:t>
      </w:r>
      <w:r w:rsidR="00F4283D">
        <w:rPr>
          <w:rFonts w:ascii="Calibri" w:hAnsi="Calibri"/>
        </w:rPr>
        <w:t>Your first and last name and class period (</w:t>
      </w:r>
      <w:r w:rsidR="00667A3E">
        <w:rPr>
          <w:rFonts w:ascii="Calibri" w:hAnsi="Calibri"/>
        </w:rPr>
        <w:t>alpha, gamma, etc.</w:t>
      </w:r>
      <w:r w:rsidR="00F4283D">
        <w:rPr>
          <w:rFonts w:ascii="Calibri" w:hAnsi="Calibri"/>
        </w:rPr>
        <w:t>)</w:t>
      </w:r>
    </w:p>
    <w:p w14:paraId="08428065" w14:textId="78EBEA5C" w:rsidR="00F4283D" w:rsidRDefault="009D232E" w:rsidP="00F4283D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>
        <w:rPr>
          <w:rFonts w:ascii="Calibri" w:hAnsi="Calibri"/>
          <w:i/>
        </w:rPr>
        <w:t>4</w:t>
      </w:r>
      <w:r w:rsidRPr="009D232E">
        <w:rPr>
          <w:rFonts w:ascii="Calibri" w:hAnsi="Calibri"/>
          <w:i/>
        </w:rPr>
        <w:t xml:space="preserve"> points</w:t>
      </w:r>
      <w:r>
        <w:rPr>
          <w:rFonts w:ascii="Calibri" w:hAnsi="Calibri"/>
        </w:rPr>
        <w:t xml:space="preserve">: </w:t>
      </w:r>
      <w:r w:rsidR="00CA092A">
        <w:rPr>
          <w:rFonts w:ascii="Calibri" w:hAnsi="Calibri"/>
        </w:rPr>
        <w:t>The number and text of your rule,</w:t>
      </w:r>
      <w:r w:rsidR="00F4283D">
        <w:rPr>
          <w:rFonts w:ascii="Calibri" w:hAnsi="Calibri"/>
        </w:rPr>
        <w:t xml:space="preserve"> written exactly as it is on your slip of paper</w:t>
      </w:r>
    </w:p>
    <w:p w14:paraId="7A4448C0" w14:textId="0D8AD61E" w:rsidR="00B57B23" w:rsidRDefault="009D232E" w:rsidP="00F4283D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9D232E">
        <w:rPr>
          <w:rFonts w:ascii="Calibri" w:hAnsi="Calibri"/>
          <w:i/>
        </w:rPr>
        <w:t>10 points</w:t>
      </w:r>
      <w:r>
        <w:rPr>
          <w:rFonts w:ascii="Calibri" w:hAnsi="Calibri"/>
        </w:rPr>
        <w:t xml:space="preserve">: </w:t>
      </w:r>
      <w:r w:rsidR="00B57B23">
        <w:rPr>
          <w:rFonts w:ascii="Calibri" w:hAnsi="Calibri"/>
        </w:rPr>
        <w:t>At least one sentence that explains why your safety rule is important. It should start: “It is important to _________________________ because...”</w:t>
      </w:r>
    </w:p>
    <w:p w14:paraId="28A7F872" w14:textId="19DA7C01" w:rsidR="00A00979" w:rsidRDefault="009D232E" w:rsidP="00A00979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9D232E">
        <w:rPr>
          <w:rFonts w:ascii="Calibri" w:hAnsi="Calibri"/>
          <w:i/>
        </w:rPr>
        <w:t>5 points</w:t>
      </w:r>
      <w:r>
        <w:rPr>
          <w:rFonts w:ascii="Calibri" w:hAnsi="Calibri"/>
        </w:rPr>
        <w:t xml:space="preserve">: </w:t>
      </w:r>
      <w:r w:rsidR="00B57B23">
        <w:rPr>
          <w:rFonts w:ascii="Calibri" w:hAnsi="Calibri"/>
        </w:rPr>
        <w:t>Your poster must have at least THREE different colors (not i</w:t>
      </w:r>
      <w:r w:rsidR="00A00979">
        <w:rPr>
          <w:rFonts w:ascii="Calibri" w:hAnsi="Calibri"/>
        </w:rPr>
        <w:t>ncluding the color of the paper)</w:t>
      </w:r>
    </w:p>
    <w:p w14:paraId="7EAA7F18" w14:textId="6DD4042F" w:rsidR="009D232E" w:rsidRPr="00A00979" w:rsidRDefault="009D232E" w:rsidP="00A00979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9D232E">
        <w:rPr>
          <w:rFonts w:ascii="Calibri" w:hAnsi="Calibri"/>
          <w:i/>
        </w:rPr>
        <w:t>3 points</w:t>
      </w:r>
      <w:r>
        <w:rPr>
          <w:rFonts w:ascii="Calibri" w:hAnsi="Calibri"/>
        </w:rPr>
        <w:t>: Must be neat and organized</w:t>
      </w:r>
    </w:p>
    <w:p w14:paraId="4EF2E948" w14:textId="79B16666" w:rsidR="00F4283D" w:rsidRDefault="009D232E" w:rsidP="00F4283D">
      <w:pPr>
        <w:pStyle w:val="ListParagraph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9D232E">
        <w:rPr>
          <w:rFonts w:ascii="Calibri" w:hAnsi="Calibri"/>
          <w:i/>
        </w:rPr>
        <w:t>10 points</w:t>
      </w:r>
      <w:r>
        <w:rPr>
          <w:rFonts w:ascii="Calibri" w:hAnsi="Calibri"/>
        </w:rPr>
        <w:t xml:space="preserve">: </w:t>
      </w:r>
      <w:r w:rsidR="00F4283D">
        <w:rPr>
          <w:rFonts w:ascii="Calibri" w:hAnsi="Calibri"/>
        </w:rPr>
        <w:t>A picture or diagram that illustrates your safety rule</w:t>
      </w:r>
    </w:p>
    <w:p w14:paraId="57EC4E04" w14:textId="77777777" w:rsidR="00F4283D" w:rsidRDefault="00F4283D" w:rsidP="00B57B23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Can be a drawing </w:t>
      </w:r>
      <w:r w:rsidR="00B57B23">
        <w:rPr>
          <w:rFonts w:ascii="Calibri" w:hAnsi="Calibri"/>
        </w:rPr>
        <w:t>OR</w:t>
      </w:r>
      <w:r>
        <w:rPr>
          <w:rFonts w:ascii="Calibri" w:hAnsi="Calibri"/>
        </w:rPr>
        <w:t xml:space="preserve"> a photo that you print off the computer</w:t>
      </w:r>
    </w:p>
    <w:p w14:paraId="1F79C7A5" w14:textId="77777777" w:rsidR="00A00979" w:rsidRPr="00A00979" w:rsidRDefault="00B57B23" w:rsidP="00A00979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If you were to cover up your rule, a reader should still be able to tell what your rule is about based on the picture</w:t>
      </w:r>
    </w:p>
    <w:p w14:paraId="1DECD6C4" w14:textId="77777777" w:rsidR="00F4283D" w:rsidRDefault="00F4283D" w:rsidP="00F4283D">
      <w:pPr>
        <w:spacing w:line="360" w:lineRule="auto"/>
        <w:rPr>
          <w:rFonts w:ascii="Calibri" w:hAnsi="Calibri"/>
        </w:rPr>
      </w:pPr>
    </w:p>
    <w:p w14:paraId="21F7DE2B" w14:textId="77777777" w:rsidR="00A00979" w:rsidRPr="00CA092A" w:rsidRDefault="00A00979" w:rsidP="00A00979">
      <w:pPr>
        <w:spacing w:line="360" w:lineRule="auto"/>
        <w:jc w:val="center"/>
        <w:rPr>
          <w:rFonts w:ascii="Calibri" w:hAnsi="Calibri"/>
          <w:b/>
        </w:rPr>
      </w:pPr>
      <w:r w:rsidRPr="00CA092A">
        <w:rPr>
          <w:rFonts w:ascii="Calibri" w:hAnsi="Calibri"/>
          <w:b/>
        </w:rPr>
        <w:t>**If you email your poster to me, I will print it out in color***</w:t>
      </w:r>
    </w:p>
    <w:p w14:paraId="3D12DD9B" w14:textId="77777777" w:rsidR="00F4283D" w:rsidRDefault="00F4283D" w:rsidP="009D232E">
      <w:pPr>
        <w:rPr>
          <w:rFonts w:ascii="Calibri" w:hAnsi="Calibri"/>
        </w:rPr>
      </w:pPr>
    </w:p>
    <w:p w14:paraId="4BD91642" w14:textId="77777777" w:rsidR="007F12FA" w:rsidRDefault="007F12FA" w:rsidP="009D232E">
      <w:pPr>
        <w:rPr>
          <w:rFonts w:ascii="Calibri" w:hAnsi="Calibri"/>
        </w:rPr>
      </w:pPr>
    </w:p>
    <w:p w14:paraId="6237B824" w14:textId="77777777" w:rsidR="007F12FA" w:rsidRDefault="007F12FA" w:rsidP="009D232E">
      <w:pPr>
        <w:rPr>
          <w:rFonts w:ascii="Calibri" w:hAnsi="Calibri"/>
        </w:rPr>
      </w:pPr>
    </w:p>
    <w:p w14:paraId="0EA038F0" w14:textId="77777777" w:rsidR="007F12FA" w:rsidRDefault="007F12FA" w:rsidP="009D232E">
      <w:pPr>
        <w:rPr>
          <w:rFonts w:ascii="Calibri" w:hAnsi="Calibri"/>
        </w:rPr>
      </w:pPr>
    </w:p>
    <w:p w14:paraId="33B50C54" w14:textId="77777777" w:rsidR="007F12FA" w:rsidRDefault="007F12FA" w:rsidP="009D232E">
      <w:pPr>
        <w:rPr>
          <w:rFonts w:ascii="Calibri" w:hAnsi="Calibri"/>
        </w:rPr>
      </w:pPr>
    </w:p>
    <w:p w14:paraId="43A6D4BF" w14:textId="77777777" w:rsidR="007F12FA" w:rsidRDefault="007F12FA" w:rsidP="009D232E">
      <w:pPr>
        <w:rPr>
          <w:rFonts w:ascii="Calibri" w:hAnsi="Calibri"/>
        </w:rPr>
      </w:pPr>
    </w:p>
    <w:p w14:paraId="723C823E" w14:textId="77777777" w:rsidR="007F12FA" w:rsidRDefault="007F12FA" w:rsidP="009D232E">
      <w:pPr>
        <w:rPr>
          <w:rFonts w:ascii="Calibri" w:hAnsi="Calibri"/>
        </w:rPr>
      </w:pPr>
    </w:p>
    <w:p w14:paraId="21ACA66F" w14:textId="77777777" w:rsidR="00667A3E" w:rsidRPr="00667A3E" w:rsidRDefault="00667A3E" w:rsidP="00043C16">
      <w:pPr>
        <w:rPr>
          <w:rFonts w:ascii="Calibri" w:hAnsi="Calibri"/>
          <w:sz w:val="21"/>
          <w:szCs w:val="40"/>
        </w:rPr>
      </w:pPr>
      <w:bookmarkStart w:id="0" w:name="_GoBack"/>
      <w:bookmarkEnd w:id="0"/>
    </w:p>
    <w:p w14:paraId="35A3F234" w14:textId="604D7EBF" w:rsidR="00043C16" w:rsidRPr="00043C16" w:rsidRDefault="00043C16" w:rsidP="00043C16">
      <w:pPr>
        <w:rPr>
          <w:rFonts w:ascii="Calibri" w:hAnsi="Calibri"/>
          <w:sz w:val="22"/>
          <w:szCs w:val="22"/>
        </w:rPr>
      </w:pPr>
      <w:r w:rsidRPr="00043C16">
        <w:rPr>
          <w:rFonts w:ascii="Calibri" w:hAnsi="Calibri"/>
          <w:sz w:val="22"/>
          <w:szCs w:val="22"/>
        </w:rPr>
        <w:lastRenderedPageBreak/>
        <w:t>Name: _________________________________</w:t>
      </w:r>
      <w:r w:rsidRPr="00043C16">
        <w:rPr>
          <w:rFonts w:ascii="Calibri" w:hAnsi="Calibri"/>
          <w:sz w:val="22"/>
          <w:szCs w:val="22"/>
        </w:rPr>
        <w:tab/>
        <w:t>Period: _______</w:t>
      </w:r>
      <w:r w:rsidRPr="00043C16">
        <w:rPr>
          <w:rFonts w:ascii="Calibri" w:hAnsi="Calibri"/>
          <w:sz w:val="22"/>
          <w:szCs w:val="22"/>
        </w:rPr>
        <w:tab/>
        <w:t>Date: _____________</w:t>
      </w:r>
    </w:p>
    <w:p w14:paraId="6D8F7BC5" w14:textId="77777777" w:rsidR="00043C16" w:rsidRPr="004B4E83" w:rsidRDefault="00043C16" w:rsidP="00043C16">
      <w:pPr>
        <w:rPr>
          <w:rFonts w:ascii="Calibri" w:hAnsi="Calibri"/>
        </w:rPr>
      </w:pPr>
    </w:p>
    <w:p w14:paraId="348C2E53" w14:textId="48E937D8" w:rsidR="00043C16" w:rsidRDefault="00043C16" w:rsidP="00043C16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Safety Rule Poster Project</w:t>
      </w:r>
      <w:r w:rsidR="00AC3F94">
        <w:rPr>
          <w:rFonts w:ascii="Calibri" w:hAnsi="Calibri"/>
          <w:b/>
          <w:sz w:val="36"/>
          <w:szCs w:val="36"/>
        </w:rPr>
        <w:t xml:space="preserve"> Rubric</w:t>
      </w:r>
    </w:p>
    <w:p w14:paraId="7448C6C7" w14:textId="77777777" w:rsidR="00043C16" w:rsidRDefault="00043C16" w:rsidP="00043C16">
      <w:pPr>
        <w:rPr>
          <w:rFonts w:ascii="Calibri" w:hAnsi="Calibri"/>
        </w:rPr>
      </w:pPr>
    </w:p>
    <w:p w14:paraId="2DAE1DB1" w14:textId="76E80F53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 point</w:t>
      </w:r>
      <w:r w:rsidRPr="00043C16">
        <w:rPr>
          <w:rFonts w:ascii="Calibri" w:hAnsi="Calibri"/>
          <w:sz w:val="20"/>
          <w:szCs w:val="20"/>
        </w:rPr>
        <w:t>: Your first and last name and class period</w:t>
      </w:r>
    </w:p>
    <w:p w14:paraId="0BB5D330" w14:textId="4F96985E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4 points</w:t>
      </w:r>
      <w:r w:rsidRPr="00043C16">
        <w:rPr>
          <w:rFonts w:ascii="Calibri" w:hAnsi="Calibri"/>
          <w:sz w:val="20"/>
          <w:szCs w:val="20"/>
        </w:rPr>
        <w:t>: The number and text of your rule, written exactly as it is on your slip of paper</w:t>
      </w:r>
    </w:p>
    <w:p w14:paraId="5973A1A4" w14:textId="6DFF01CC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10 points</w:t>
      </w:r>
      <w:r w:rsidRPr="00043C16">
        <w:rPr>
          <w:rFonts w:ascii="Calibri" w:hAnsi="Calibri"/>
          <w:sz w:val="20"/>
          <w:szCs w:val="20"/>
        </w:rPr>
        <w:t>: At least one sentence that explains why your safety rule is important.</w:t>
      </w:r>
    </w:p>
    <w:p w14:paraId="440CFC2D" w14:textId="4867C983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5 points</w:t>
      </w:r>
      <w:r w:rsidRPr="00043C16">
        <w:rPr>
          <w:rFonts w:ascii="Calibri" w:hAnsi="Calibri"/>
          <w:sz w:val="20"/>
          <w:szCs w:val="20"/>
        </w:rPr>
        <w:t>: Your poster must have at least THREE different colors (not including the color of the paper)</w:t>
      </w:r>
    </w:p>
    <w:p w14:paraId="41331DE5" w14:textId="136E4D6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3 points</w:t>
      </w:r>
      <w:r w:rsidRPr="00043C16">
        <w:rPr>
          <w:rFonts w:ascii="Calibri" w:hAnsi="Calibri"/>
          <w:sz w:val="20"/>
          <w:szCs w:val="20"/>
        </w:rPr>
        <w:t>: Must be neat and organized</w:t>
      </w:r>
    </w:p>
    <w:p w14:paraId="0968A7C0" w14:textId="0948DF72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10 points</w:t>
      </w:r>
      <w:r w:rsidRPr="00043C16">
        <w:rPr>
          <w:rFonts w:ascii="Calibri" w:hAnsi="Calibri"/>
          <w:sz w:val="20"/>
          <w:szCs w:val="20"/>
        </w:rPr>
        <w:t>: A picture or diagram that illustrates your safety rule</w:t>
      </w:r>
    </w:p>
    <w:p w14:paraId="0EF81F82" w14:textId="77777777" w:rsidR="00043C16" w:rsidRPr="00043C16" w:rsidRDefault="00043C16" w:rsidP="00043C16">
      <w:pPr>
        <w:pStyle w:val="ListParagraph"/>
        <w:numPr>
          <w:ilvl w:val="0"/>
          <w:numId w:val="7"/>
        </w:numPr>
        <w:spacing w:line="360" w:lineRule="auto"/>
        <w:ind w:left="153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>If you were to cover up your rule, a reader should still be able to tell what your rule is about based on the picture</w:t>
      </w:r>
    </w:p>
    <w:p w14:paraId="00DA0670" w14:textId="77777777" w:rsidR="00043C16" w:rsidRDefault="00043C16" w:rsidP="00043C16">
      <w:pPr>
        <w:rPr>
          <w:rFonts w:ascii="Calibri" w:hAnsi="Calibri"/>
        </w:rPr>
      </w:pPr>
    </w:p>
    <w:p w14:paraId="4735B9D3" w14:textId="4B31C1EE" w:rsidR="00043C16" w:rsidRDefault="00043C16" w:rsidP="00043C16">
      <w:pPr>
        <w:jc w:val="right"/>
        <w:rPr>
          <w:rFonts w:ascii="Calibri" w:hAnsi="Calibri"/>
        </w:rPr>
      </w:pPr>
      <w:r>
        <w:rPr>
          <w:rFonts w:ascii="Calibri" w:hAnsi="Calibri"/>
        </w:rPr>
        <w:t>Total: _________ out of 33 points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Grade: __________</w:t>
      </w:r>
    </w:p>
    <w:p w14:paraId="26D99037" w14:textId="77777777" w:rsidR="00043C16" w:rsidRDefault="00043C16" w:rsidP="00043C16">
      <w:pPr>
        <w:rPr>
          <w:rFonts w:ascii="Calibri" w:hAnsi="Calibri"/>
        </w:rPr>
      </w:pPr>
    </w:p>
    <w:p w14:paraId="45589162" w14:textId="77777777" w:rsidR="00043C16" w:rsidRDefault="00043C16" w:rsidP="00043C16">
      <w:pPr>
        <w:rPr>
          <w:rFonts w:ascii="Calibri" w:hAnsi="Calibri"/>
          <w:sz w:val="22"/>
          <w:szCs w:val="22"/>
        </w:rPr>
      </w:pPr>
    </w:p>
    <w:p w14:paraId="11CCAB88" w14:textId="77777777" w:rsidR="00043C16" w:rsidRPr="00043C16" w:rsidRDefault="00043C16" w:rsidP="00043C16">
      <w:pPr>
        <w:rPr>
          <w:rFonts w:ascii="Calibri" w:hAnsi="Calibri"/>
          <w:sz w:val="22"/>
          <w:szCs w:val="22"/>
        </w:rPr>
      </w:pPr>
      <w:r w:rsidRPr="00043C16">
        <w:rPr>
          <w:rFonts w:ascii="Calibri" w:hAnsi="Calibri"/>
          <w:sz w:val="22"/>
          <w:szCs w:val="22"/>
        </w:rPr>
        <w:t>Name: _________________________________</w:t>
      </w:r>
      <w:r w:rsidRPr="00043C16">
        <w:rPr>
          <w:rFonts w:ascii="Calibri" w:hAnsi="Calibri"/>
          <w:sz w:val="22"/>
          <w:szCs w:val="22"/>
        </w:rPr>
        <w:tab/>
        <w:t>Period: _______</w:t>
      </w:r>
      <w:r w:rsidRPr="00043C16">
        <w:rPr>
          <w:rFonts w:ascii="Calibri" w:hAnsi="Calibri"/>
          <w:sz w:val="22"/>
          <w:szCs w:val="22"/>
        </w:rPr>
        <w:tab/>
        <w:t>Date: _____________</w:t>
      </w:r>
    </w:p>
    <w:p w14:paraId="73DD3F91" w14:textId="77777777" w:rsidR="00043C16" w:rsidRPr="004B4E83" w:rsidRDefault="00043C16" w:rsidP="00043C16">
      <w:pPr>
        <w:rPr>
          <w:rFonts w:ascii="Calibri" w:hAnsi="Calibri"/>
        </w:rPr>
      </w:pPr>
    </w:p>
    <w:p w14:paraId="09DCA29A" w14:textId="53DC27AD" w:rsidR="00043C16" w:rsidRDefault="00043C16" w:rsidP="00043C16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Safety Rule Poster Project</w:t>
      </w:r>
      <w:r w:rsidR="00AC3F94">
        <w:rPr>
          <w:rFonts w:ascii="Calibri" w:hAnsi="Calibri"/>
          <w:b/>
          <w:sz w:val="36"/>
          <w:szCs w:val="36"/>
        </w:rPr>
        <w:t xml:space="preserve"> Rubric</w:t>
      </w:r>
    </w:p>
    <w:p w14:paraId="7056AA69" w14:textId="77777777" w:rsidR="00043C16" w:rsidRDefault="00043C16" w:rsidP="00043C16">
      <w:pPr>
        <w:rPr>
          <w:rFonts w:ascii="Calibri" w:hAnsi="Calibri"/>
        </w:rPr>
      </w:pPr>
    </w:p>
    <w:p w14:paraId="47D46E63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 point</w:t>
      </w:r>
      <w:r w:rsidRPr="00043C16">
        <w:rPr>
          <w:rFonts w:ascii="Calibri" w:hAnsi="Calibri"/>
          <w:sz w:val="20"/>
          <w:szCs w:val="20"/>
        </w:rPr>
        <w:t>: Your first and last name and class period</w:t>
      </w:r>
    </w:p>
    <w:p w14:paraId="3B9BA9B3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4 points</w:t>
      </w:r>
      <w:r w:rsidRPr="00043C16">
        <w:rPr>
          <w:rFonts w:ascii="Calibri" w:hAnsi="Calibri"/>
          <w:sz w:val="20"/>
          <w:szCs w:val="20"/>
        </w:rPr>
        <w:t>: The number and text of your rule, written exactly as it is on your slip of paper</w:t>
      </w:r>
    </w:p>
    <w:p w14:paraId="5DCA1AC8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10 points</w:t>
      </w:r>
      <w:r w:rsidRPr="00043C16">
        <w:rPr>
          <w:rFonts w:ascii="Calibri" w:hAnsi="Calibri"/>
          <w:sz w:val="20"/>
          <w:szCs w:val="20"/>
        </w:rPr>
        <w:t>: At least one sentence that explains why your safety rule is important.</w:t>
      </w:r>
    </w:p>
    <w:p w14:paraId="2D7253EF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5 points</w:t>
      </w:r>
      <w:r w:rsidRPr="00043C16">
        <w:rPr>
          <w:rFonts w:ascii="Calibri" w:hAnsi="Calibri"/>
          <w:sz w:val="20"/>
          <w:szCs w:val="20"/>
        </w:rPr>
        <w:t>: Your poster must have at least THREE different colors (not including the color of the paper)</w:t>
      </w:r>
    </w:p>
    <w:p w14:paraId="160AB32C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3 points</w:t>
      </w:r>
      <w:r w:rsidRPr="00043C16">
        <w:rPr>
          <w:rFonts w:ascii="Calibri" w:hAnsi="Calibri"/>
          <w:sz w:val="20"/>
          <w:szCs w:val="20"/>
        </w:rPr>
        <w:t>: Must be neat and organized</w:t>
      </w:r>
    </w:p>
    <w:p w14:paraId="33884D11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10 points</w:t>
      </w:r>
      <w:r w:rsidRPr="00043C16">
        <w:rPr>
          <w:rFonts w:ascii="Calibri" w:hAnsi="Calibri"/>
          <w:sz w:val="20"/>
          <w:szCs w:val="20"/>
        </w:rPr>
        <w:t>: A picture or diagram that illustrates your safety rule</w:t>
      </w:r>
    </w:p>
    <w:p w14:paraId="0F0153DB" w14:textId="77777777" w:rsidR="00043C16" w:rsidRPr="00043C16" w:rsidRDefault="00043C16" w:rsidP="00043C16">
      <w:pPr>
        <w:pStyle w:val="ListParagraph"/>
        <w:numPr>
          <w:ilvl w:val="0"/>
          <w:numId w:val="7"/>
        </w:numPr>
        <w:spacing w:line="360" w:lineRule="auto"/>
        <w:ind w:left="153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>If you were to cover up your rule, a reader should still be able to tell what your rule is about based on the picture</w:t>
      </w:r>
    </w:p>
    <w:p w14:paraId="40FAA165" w14:textId="77777777" w:rsidR="00043C16" w:rsidRDefault="00043C16" w:rsidP="00043C16">
      <w:pPr>
        <w:rPr>
          <w:rFonts w:ascii="Calibri" w:hAnsi="Calibri"/>
        </w:rPr>
      </w:pPr>
    </w:p>
    <w:p w14:paraId="6A0E794E" w14:textId="77777777" w:rsidR="00043C16" w:rsidRDefault="00043C16" w:rsidP="00043C16">
      <w:pPr>
        <w:jc w:val="right"/>
        <w:rPr>
          <w:rFonts w:ascii="Calibri" w:hAnsi="Calibri"/>
        </w:rPr>
      </w:pPr>
      <w:r>
        <w:rPr>
          <w:rFonts w:ascii="Calibri" w:hAnsi="Calibri"/>
        </w:rPr>
        <w:t>Total: _________ out of 33 points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Grade: __________</w:t>
      </w:r>
    </w:p>
    <w:p w14:paraId="71CE322B" w14:textId="77777777" w:rsidR="00043C16" w:rsidRDefault="00043C16" w:rsidP="00043C16">
      <w:pPr>
        <w:rPr>
          <w:rFonts w:ascii="Calibri" w:hAnsi="Calibri"/>
          <w:sz w:val="22"/>
          <w:szCs w:val="22"/>
        </w:rPr>
      </w:pPr>
    </w:p>
    <w:p w14:paraId="48508877" w14:textId="77777777" w:rsidR="00043C16" w:rsidRPr="00043C16" w:rsidRDefault="00043C16" w:rsidP="00043C16">
      <w:pPr>
        <w:rPr>
          <w:rFonts w:ascii="Calibri" w:hAnsi="Calibri"/>
          <w:sz w:val="22"/>
          <w:szCs w:val="22"/>
        </w:rPr>
      </w:pPr>
      <w:r w:rsidRPr="00043C16">
        <w:rPr>
          <w:rFonts w:ascii="Calibri" w:hAnsi="Calibri"/>
          <w:sz w:val="22"/>
          <w:szCs w:val="22"/>
        </w:rPr>
        <w:t>Name: _________________________________</w:t>
      </w:r>
      <w:r w:rsidRPr="00043C16">
        <w:rPr>
          <w:rFonts w:ascii="Calibri" w:hAnsi="Calibri"/>
          <w:sz w:val="22"/>
          <w:szCs w:val="22"/>
        </w:rPr>
        <w:tab/>
        <w:t>Period: _______</w:t>
      </w:r>
      <w:r w:rsidRPr="00043C16">
        <w:rPr>
          <w:rFonts w:ascii="Calibri" w:hAnsi="Calibri"/>
          <w:sz w:val="22"/>
          <w:szCs w:val="22"/>
        </w:rPr>
        <w:tab/>
        <w:t>Date: _____________</w:t>
      </w:r>
    </w:p>
    <w:p w14:paraId="549022FB" w14:textId="77777777" w:rsidR="00043C16" w:rsidRPr="004B4E83" w:rsidRDefault="00043C16" w:rsidP="00043C16">
      <w:pPr>
        <w:rPr>
          <w:rFonts w:ascii="Calibri" w:hAnsi="Calibri"/>
        </w:rPr>
      </w:pPr>
    </w:p>
    <w:p w14:paraId="389AEAA6" w14:textId="34047613" w:rsidR="00043C16" w:rsidRDefault="00043C16" w:rsidP="00043C16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Safety Rule Poster Project</w:t>
      </w:r>
      <w:r w:rsidR="00AC3F94">
        <w:rPr>
          <w:rFonts w:ascii="Calibri" w:hAnsi="Calibri"/>
          <w:b/>
          <w:sz w:val="36"/>
          <w:szCs w:val="36"/>
        </w:rPr>
        <w:t xml:space="preserve"> Rubric</w:t>
      </w:r>
    </w:p>
    <w:p w14:paraId="2A28B8A0" w14:textId="77777777" w:rsidR="00043C16" w:rsidRDefault="00043C16" w:rsidP="00043C16">
      <w:pPr>
        <w:rPr>
          <w:rFonts w:ascii="Calibri" w:hAnsi="Calibri"/>
        </w:rPr>
      </w:pPr>
    </w:p>
    <w:p w14:paraId="773F8F30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 point</w:t>
      </w:r>
      <w:r w:rsidRPr="00043C16">
        <w:rPr>
          <w:rFonts w:ascii="Calibri" w:hAnsi="Calibri"/>
          <w:sz w:val="20"/>
          <w:szCs w:val="20"/>
        </w:rPr>
        <w:t>: Your first and last name and class period</w:t>
      </w:r>
    </w:p>
    <w:p w14:paraId="5C652610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4 points</w:t>
      </w:r>
      <w:r w:rsidRPr="00043C16">
        <w:rPr>
          <w:rFonts w:ascii="Calibri" w:hAnsi="Calibri"/>
          <w:sz w:val="20"/>
          <w:szCs w:val="20"/>
        </w:rPr>
        <w:t>: The number and text of your rule, written exactly as it is on your slip of paper</w:t>
      </w:r>
    </w:p>
    <w:p w14:paraId="2F7216F2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10 points</w:t>
      </w:r>
      <w:r w:rsidRPr="00043C16">
        <w:rPr>
          <w:rFonts w:ascii="Calibri" w:hAnsi="Calibri"/>
          <w:sz w:val="20"/>
          <w:szCs w:val="20"/>
        </w:rPr>
        <w:t>: At least one sentence that explains why your safety rule is important.</w:t>
      </w:r>
    </w:p>
    <w:p w14:paraId="46E7014E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5 points</w:t>
      </w:r>
      <w:r w:rsidRPr="00043C16">
        <w:rPr>
          <w:rFonts w:ascii="Calibri" w:hAnsi="Calibri"/>
          <w:sz w:val="20"/>
          <w:szCs w:val="20"/>
        </w:rPr>
        <w:t>: Your poster must have at least THREE different colors (not including the color of the paper)</w:t>
      </w:r>
    </w:p>
    <w:p w14:paraId="2729DA70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3 points</w:t>
      </w:r>
      <w:r w:rsidRPr="00043C16">
        <w:rPr>
          <w:rFonts w:ascii="Calibri" w:hAnsi="Calibri"/>
          <w:sz w:val="20"/>
          <w:szCs w:val="20"/>
        </w:rPr>
        <w:t>: Must be neat and organized</w:t>
      </w:r>
    </w:p>
    <w:p w14:paraId="0BADD102" w14:textId="77777777" w:rsidR="00043C16" w:rsidRPr="00043C16" w:rsidRDefault="00043C16" w:rsidP="00043C16">
      <w:pPr>
        <w:pStyle w:val="ListParagraph"/>
        <w:numPr>
          <w:ilvl w:val="0"/>
          <w:numId w:val="6"/>
        </w:numPr>
        <w:spacing w:line="360" w:lineRule="auto"/>
        <w:ind w:left="81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 xml:space="preserve">________ out of </w:t>
      </w:r>
      <w:r w:rsidRPr="00043C16">
        <w:rPr>
          <w:rFonts w:ascii="Calibri" w:hAnsi="Calibri"/>
          <w:i/>
          <w:sz w:val="20"/>
          <w:szCs w:val="20"/>
        </w:rPr>
        <w:t>10 points</w:t>
      </w:r>
      <w:r w:rsidRPr="00043C16">
        <w:rPr>
          <w:rFonts w:ascii="Calibri" w:hAnsi="Calibri"/>
          <w:sz w:val="20"/>
          <w:szCs w:val="20"/>
        </w:rPr>
        <w:t>: A picture or diagram that illustrates your safety rule</w:t>
      </w:r>
    </w:p>
    <w:p w14:paraId="2637F6CC" w14:textId="77777777" w:rsidR="00043C16" w:rsidRPr="00043C16" w:rsidRDefault="00043C16" w:rsidP="00043C16">
      <w:pPr>
        <w:pStyle w:val="ListParagraph"/>
        <w:numPr>
          <w:ilvl w:val="0"/>
          <w:numId w:val="7"/>
        </w:numPr>
        <w:spacing w:line="360" w:lineRule="auto"/>
        <w:ind w:left="1530"/>
        <w:rPr>
          <w:rFonts w:ascii="Calibri" w:hAnsi="Calibri"/>
          <w:sz w:val="20"/>
          <w:szCs w:val="20"/>
        </w:rPr>
      </w:pPr>
      <w:r w:rsidRPr="00043C16">
        <w:rPr>
          <w:rFonts w:ascii="Calibri" w:hAnsi="Calibri"/>
          <w:sz w:val="20"/>
          <w:szCs w:val="20"/>
        </w:rPr>
        <w:t>If you were to cover up your rule, a reader should still be able to tell what your rule is about based on the picture</w:t>
      </w:r>
    </w:p>
    <w:p w14:paraId="4C03A502" w14:textId="77777777" w:rsidR="00043C16" w:rsidRDefault="00043C16" w:rsidP="00043C16">
      <w:pPr>
        <w:rPr>
          <w:rFonts w:ascii="Calibri" w:hAnsi="Calibri"/>
        </w:rPr>
      </w:pPr>
    </w:p>
    <w:p w14:paraId="7980FD21" w14:textId="5E999791" w:rsidR="00043C16" w:rsidRPr="00F4283D" w:rsidRDefault="00043C16" w:rsidP="00043C16">
      <w:pPr>
        <w:jc w:val="right"/>
        <w:rPr>
          <w:rFonts w:ascii="Calibri" w:hAnsi="Calibri"/>
        </w:rPr>
      </w:pPr>
      <w:r>
        <w:rPr>
          <w:rFonts w:ascii="Calibri" w:hAnsi="Calibri"/>
        </w:rPr>
        <w:t>Total: _________ out of 33 points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Grade: __________</w:t>
      </w:r>
    </w:p>
    <w:sectPr w:rsidR="00043C16" w:rsidRPr="00F4283D" w:rsidSect="00043C1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B77CE"/>
    <w:multiLevelType w:val="hybridMultilevel"/>
    <w:tmpl w:val="BFC8E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26A4B"/>
    <w:multiLevelType w:val="hybridMultilevel"/>
    <w:tmpl w:val="337A28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E13C67"/>
    <w:multiLevelType w:val="multilevel"/>
    <w:tmpl w:val="762017B6"/>
    <w:lvl w:ilvl="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4598A"/>
    <w:multiLevelType w:val="hybridMultilevel"/>
    <w:tmpl w:val="762017B6"/>
    <w:lvl w:ilvl="0" w:tplc="A874DA2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6145B8"/>
    <w:multiLevelType w:val="hybridMultilevel"/>
    <w:tmpl w:val="B4BE72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880545"/>
    <w:multiLevelType w:val="hybridMultilevel"/>
    <w:tmpl w:val="B9EE64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3D"/>
    <w:rsid w:val="00043C16"/>
    <w:rsid w:val="000B489C"/>
    <w:rsid w:val="003E0BEB"/>
    <w:rsid w:val="004B4E83"/>
    <w:rsid w:val="00667A3E"/>
    <w:rsid w:val="007F12FA"/>
    <w:rsid w:val="009D232E"/>
    <w:rsid w:val="00A00979"/>
    <w:rsid w:val="00AC3F94"/>
    <w:rsid w:val="00B57B23"/>
    <w:rsid w:val="00C918AE"/>
    <w:rsid w:val="00CA092A"/>
    <w:rsid w:val="00DC6509"/>
    <w:rsid w:val="00E53046"/>
    <w:rsid w:val="00F4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90E53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2</Pages>
  <Words>588</Words>
  <Characters>3357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2017-08-25T11:48:00Z</cp:lastPrinted>
  <dcterms:created xsi:type="dcterms:W3CDTF">2017-08-25T13:13:00Z</dcterms:created>
  <dcterms:modified xsi:type="dcterms:W3CDTF">2017-08-25T13:15:00Z</dcterms:modified>
</cp:coreProperties>
</file>